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C82" w:rsidRPr="00834C82" w:rsidRDefault="00834C82" w:rsidP="00834C82">
      <w:pPr>
        <w:jc w:val="center"/>
        <w:rPr>
          <w:rFonts w:cs="Arial"/>
          <w:b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834C82">
        <w:rPr>
          <w:rFonts w:cs="Arial"/>
          <w:b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Les chiffres arabes orientaux</w:t>
      </w:r>
    </w:p>
    <w:p w:rsidR="00834C82" w:rsidRDefault="00834C82" w:rsidP="00834C82">
      <w:pPr>
        <w:jc w:val="center"/>
        <w:rPr>
          <w:rFonts w:cs="Arial"/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834C82" w:rsidRPr="00834C82" w:rsidRDefault="00834C82" w:rsidP="00834C82">
      <w:pPr>
        <w:jc w:val="center"/>
        <w:rPr>
          <w:rFonts w:cs="Arial"/>
          <w:b/>
          <w:sz w:val="44"/>
          <w:szCs w:val="44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834C82" w:rsidRPr="00834C82" w:rsidRDefault="00834C82" w:rsidP="00834C82">
      <w:pPr>
        <w:ind w:left="708" w:firstLine="708"/>
        <w:rPr>
          <w:rFonts w:cs="Arial"/>
          <w:sz w:val="210"/>
          <w:szCs w:val="210"/>
          <w:rtl/>
        </w:rPr>
      </w:pPr>
      <w:r w:rsidRPr="003574D0">
        <w:rPr>
          <w:rFonts w:cs="Arial"/>
          <w:noProof/>
          <w:color w:val="FF0000"/>
          <w:sz w:val="210"/>
          <w:szCs w:val="210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9ECE71" wp14:editId="59628DBB">
                <wp:simplePos x="0" y="0"/>
                <wp:positionH relativeFrom="column">
                  <wp:posOffset>2653030</wp:posOffset>
                </wp:positionH>
                <wp:positionV relativeFrom="paragraph">
                  <wp:posOffset>39370</wp:posOffset>
                </wp:positionV>
                <wp:extent cx="1466850" cy="12954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295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208.9pt;margin-top:3.1pt;width:115.5pt;height:10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" filled="f" strokecolor="black [3200]" strokeweight="2pt"/>
            </w:pict>
          </mc:Fallback>
        </mc:AlternateContent>
      </w:r>
      <w:r w:rsidRPr="003574D0">
        <w:rPr>
          <w:rFonts w:cs="Arial"/>
          <w:noProof/>
          <w:color w:val="FF0000"/>
          <w:sz w:val="210"/>
          <w:szCs w:val="21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E4201E" wp14:editId="2EB0E8EE">
                <wp:simplePos x="0" y="0"/>
                <wp:positionH relativeFrom="column">
                  <wp:posOffset>500380</wp:posOffset>
                </wp:positionH>
                <wp:positionV relativeFrom="paragraph">
                  <wp:posOffset>39370</wp:posOffset>
                </wp:positionV>
                <wp:extent cx="1466850" cy="12954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295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39.4pt;margin-top:3.1pt;width:115.5pt;height:10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" filled="f" strokecolor="black [3200]" strokeweight="2pt"/>
            </w:pict>
          </mc:Fallback>
        </mc:AlternateContent>
      </w:r>
      <w:r w:rsidRPr="003574D0">
        <w:rPr>
          <w:rFonts w:cs="Arial"/>
          <w:color w:val="FF0000"/>
          <w:sz w:val="210"/>
          <w:szCs w:val="210"/>
          <w:rtl/>
        </w:rPr>
        <w:t>٩</w:t>
      </w:r>
      <w:r w:rsidRPr="00834C82">
        <w:rPr>
          <w:rFonts w:cs="Arial"/>
          <w:sz w:val="210"/>
          <w:szCs w:val="210"/>
          <w:rtl/>
        </w:rPr>
        <w:tab/>
      </w:r>
      <w:r w:rsidRPr="00834C82">
        <w:rPr>
          <w:rFonts w:cs="Arial"/>
          <w:sz w:val="210"/>
          <w:szCs w:val="210"/>
          <w:rtl/>
        </w:rPr>
        <w:tab/>
      </w:r>
      <w:r w:rsidRPr="00834C82">
        <w:rPr>
          <w:rFonts w:cs="Arial"/>
          <w:sz w:val="210"/>
          <w:szCs w:val="210"/>
          <w:rtl/>
        </w:rPr>
        <w:tab/>
      </w:r>
      <w:r w:rsidRPr="00834C82">
        <w:rPr>
          <w:rFonts w:cs="Arial"/>
          <w:sz w:val="210"/>
          <w:szCs w:val="210"/>
          <w:rtl/>
        </w:rPr>
        <w:tab/>
      </w:r>
      <w:r w:rsidRPr="003574D0">
        <w:rPr>
          <w:rFonts w:cs="Arial"/>
          <w:color w:val="FF0000"/>
          <w:sz w:val="210"/>
          <w:szCs w:val="210"/>
          <w:rtl/>
        </w:rPr>
        <w:t>٥</w:t>
      </w:r>
    </w:p>
    <w:p w:rsidR="00834C82" w:rsidRPr="00834C82" w:rsidRDefault="00834C82" w:rsidP="00834C82">
      <w:pPr>
        <w:ind w:left="708" w:firstLine="708"/>
        <w:rPr>
          <w:rFonts w:cs="Arial"/>
          <w:sz w:val="210"/>
          <w:szCs w:val="210"/>
          <w:rtl/>
        </w:rPr>
      </w:pPr>
      <w:r w:rsidRPr="003574D0">
        <w:rPr>
          <w:rFonts w:cs="Arial"/>
          <w:noProof/>
          <w:color w:val="FF0000"/>
          <w:sz w:val="210"/>
          <w:szCs w:val="210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1136C9" wp14:editId="286F8CE5">
                <wp:simplePos x="0" y="0"/>
                <wp:positionH relativeFrom="column">
                  <wp:posOffset>2653030</wp:posOffset>
                </wp:positionH>
                <wp:positionV relativeFrom="paragraph">
                  <wp:posOffset>106045</wp:posOffset>
                </wp:positionV>
                <wp:extent cx="1466850" cy="12954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295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208.9pt;margin-top:8.35pt;width:115.5pt;height:10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" filled="f" strokecolor="black [3200]" strokeweight="2pt"/>
            </w:pict>
          </mc:Fallback>
        </mc:AlternateContent>
      </w:r>
      <w:r w:rsidRPr="003574D0">
        <w:rPr>
          <w:rFonts w:cs="Arial"/>
          <w:noProof/>
          <w:color w:val="FF0000"/>
          <w:sz w:val="210"/>
          <w:szCs w:val="210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7CF8CB" wp14:editId="07616827">
                <wp:simplePos x="0" y="0"/>
                <wp:positionH relativeFrom="column">
                  <wp:posOffset>500380</wp:posOffset>
                </wp:positionH>
                <wp:positionV relativeFrom="paragraph">
                  <wp:posOffset>96520</wp:posOffset>
                </wp:positionV>
                <wp:extent cx="1466850" cy="12954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295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39.4pt;margin-top:7.6pt;width:115.5pt;height:10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" filled="f" strokecolor="black [3200]" strokeweight="2pt"/>
            </w:pict>
          </mc:Fallback>
        </mc:AlternateContent>
      </w:r>
      <w:r w:rsidRPr="003574D0">
        <w:rPr>
          <w:rFonts w:cs="Arial"/>
          <w:color w:val="FF0000"/>
          <w:sz w:val="210"/>
          <w:szCs w:val="210"/>
          <w:rtl/>
        </w:rPr>
        <w:t>٨</w:t>
      </w:r>
      <w:r w:rsidRPr="00834C82">
        <w:rPr>
          <w:rFonts w:cs="Arial"/>
          <w:sz w:val="210"/>
          <w:szCs w:val="210"/>
          <w:rtl/>
        </w:rPr>
        <w:tab/>
      </w:r>
      <w:r w:rsidRPr="00834C82">
        <w:rPr>
          <w:rFonts w:cs="Arial"/>
          <w:sz w:val="210"/>
          <w:szCs w:val="210"/>
          <w:rtl/>
        </w:rPr>
        <w:tab/>
      </w:r>
      <w:r w:rsidRPr="00834C82">
        <w:rPr>
          <w:rFonts w:cs="Arial"/>
          <w:sz w:val="210"/>
          <w:szCs w:val="210"/>
          <w:rtl/>
        </w:rPr>
        <w:tab/>
      </w:r>
      <w:r w:rsidRPr="00834C82">
        <w:rPr>
          <w:rFonts w:cs="Arial"/>
          <w:sz w:val="210"/>
          <w:szCs w:val="210"/>
          <w:rtl/>
        </w:rPr>
        <w:tab/>
      </w:r>
      <w:r w:rsidRPr="003574D0">
        <w:rPr>
          <w:rFonts w:cs="Arial"/>
          <w:color w:val="FF0000"/>
          <w:sz w:val="210"/>
          <w:szCs w:val="210"/>
          <w:rtl/>
        </w:rPr>
        <w:t>٤</w:t>
      </w:r>
    </w:p>
    <w:p w:rsidR="00834C82" w:rsidRPr="00834C82" w:rsidRDefault="00834C82" w:rsidP="00834C82">
      <w:pPr>
        <w:ind w:left="708" w:firstLine="708"/>
        <w:rPr>
          <w:rFonts w:cs="Arial"/>
          <w:sz w:val="210"/>
          <w:szCs w:val="210"/>
          <w:rtl/>
        </w:rPr>
      </w:pPr>
      <w:r w:rsidRPr="003574D0">
        <w:rPr>
          <w:rFonts w:cs="Arial"/>
          <w:noProof/>
          <w:color w:val="FF0000"/>
          <w:sz w:val="210"/>
          <w:szCs w:val="210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E562EE" wp14:editId="0111183C">
                <wp:simplePos x="0" y="0"/>
                <wp:positionH relativeFrom="column">
                  <wp:posOffset>2653030</wp:posOffset>
                </wp:positionH>
                <wp:positionV relativeFrom="paragraph">
                  <wp:posOffset>40005</wp:posOffset>
                </wp:positionV>
                <wp:extent cx="1466850" cy="129540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295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208.9pt;margin-top:3.15pt;width:115.5pt;height:10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" filled="f" strokecolor="black [3200]" strokeweight="2pt"/>
            </w:pict>
          </mc:Fallback>
        </mc:AlternateContent>
      </w:r>
      <w:r w:rsidRPr="003574D0">
        <w:rPr>
          <w:rFonts w:cs="Arial"/>
          <w:noProof/>
          <w:color w:val="FF0000"/>
          <w:sz w:val="210"/>
          <w:szCs w:val="210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DB6C20" wp14:editId="07CFAF31">
                <wp:simplePos x="0" y="0"/>
                <wp:positionH relativeFrom="column">
                  <wp:posOffset>2653030</wp:posOffset>
                </wp:positionH>
                <wp:positionV relativeFrom="paragraph">
                  <wp:posOffset>1497330</wp:posOffset>
                </wp:positionV>
                <wp:extent cx="1466850" cy="129540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295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208.9pt;margin-top:117.9pt;width:115.5pt;height:10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" filled="f" strokecolor="black [3200]" strokeweight="2pt"/>
            </w:pict>
          </mc:Fallback>
        </mc:AlternateContent>
      </w:r>
      <w:r w:rsidRPr="003574D0">
        <w:rPr>
          <w:rFonts w:cs="Arial"/>
          <w:noProof/>
          <w:color w:val="FF0000"/>
          <w:sz w:val="210"/>
          <w:szCs w:val="210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80A62E" wp14:editId="73741DD1">
                <wp:simplePos x="0" y="0"/>
                <wp:positionH relativeFrom="column">
                  <wp:posOffset>500380</wp:posOffset>
                </wp:positionH>
                <wp:positionV relativeFrom="paragraph">
                  <wp:posOffset>1497330</wp:posOffset>
                </wp:positionV>
                <wp:extent cx="1466850" cy="129540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295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39.4pt;margin-top:117.9pt;width:115.5pt;height:10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" filled="f" strokecolor="black [3200]" strokeweight="2pt"/>
            </w:pict>
          </mc:Fallback>
        </mc:AlternateContent>
      </w:r>
      <w:r w:rsidRPr="003574D0">
        <w:rPr>
          <w:rFonts w:cs="Arial"/>
          <w:noProof/>
          <w:color w:val="FF0000"/>
          <w:sz w:val="210"/>
          <w:szCs w:val="210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A8E11F" wp14:editId="11D14864">
                <wp:simplePos x="0" y="0"/>
                <wp:positionH relativeFrom="column">
                  <wp:posOffset>500380</wp:posOffset>
                </wp:positionH>
                <wp:positionV relativeFrom="paragraph">
                  <wp:posOffset>40005</wp:posOffset>
                </wp:positionV>
                <wp:extent cx="1466850" cy="129540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295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39.4pt;margin-top:3.15pt;width:115.5pt;height:10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" filled="f" strokecolor="black [3200]" strokeweight="2pt"/>
            </w:pict>
          </mc:Fallback>
        </mc:AlternateContent>
      </w:r>
      <w:r w:rsidRPr="003574D0">
        <w:rPr>
          <w:rFonts w:cs="Arial"/>
          <w:color w:val="FF0000"/>
          <w:sz w:val="210"/>
          <w:szCs w:val="210"/>
          <w:rtl/>
        </w:rPr>
        <w:t>٧</w:t>
      </w:r>
      <w:r w:rsidRPr="00834C82">
        <w:rPr>
          <w:rFonts w:cs="Arial"/>
          <w:sz w:val="210"/>
          <w:szCs w:val="210"/>
          <w:rtl/>
        </w:rPr>
        <w:tab/>
      </w:r>
      <w:r w:rsidRPr="00834C82">
        <w:rPr>
          <w:rFonts w:cs="Arial"/>
          <w:sz w:val="210"/>
          <w:szCs w:val="210"/>
          <w:rtl/>
        </w:rPr>
        <w:tab/>
      </w:r>
      <w:bookmarkStart w:id="0" w:name="_GoBack"/>
      <w:bookmarkEnd w:id="0"/>
      <w:r w:rsidRPr="00834C82">
        <w:rPr>
          <w:rFonts w:cs="Arial"/>
          <w:sz w:val="210"/>
          <w:szCs w:val="210"/>
          <w:rtl/>
        </w:rPr>
        <w:tab/>
      </w:r>
      <w:r w:rsidRPr="00834C82">
        <w:rPr>
          <w:rFonts w:cs="Arial"/>
          <w:sz w:val="210"/>
          <w:szCs w:val="210"/>
          <w:rtl/>
        </w:rPr>
        <w:tab/>
      </w:r>
      <w:r w:rsidRPr="003574D0">
        <w:rPr>
          <w:rFonts w:cs="Arial"/>
          <w:color w:val="FF0000"/>
          <w:sz w:val="210"/>
          <w:szCs w:val="210"/>
          <w:rtl/>
        </w:rPr>
        <w:t>٣</w:t>
      </w:r>
    </w:p>
    <w:p w:rsidR="00834C82" w:rsidRPr="00834C82" w:rsidRDefault="00834C82" w:rsidP="00834C82">
      <w:pPr>
        <w:ind w:left="708" w:firstLine="708"/>
        <w:rPr>
          <w:rFonts w:cs="Arial"/>
          <w:sz w:val="210"/>
          <w:szCs w:val="210"/>
          <w:rtl/>
        </w:rPr>
      </w:pPr>
      <w:r w:rsidRPr="003574D0">
        <w:rPr>
          <w:rFonts w:cs="Arial"/>
          <w:noProof/>
          <w:color w:val="FF0000"/>
          <w:sz w:val="210"/>
          <w:szCs w:val="210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D2EDE9" wp14:editId="4AFDC55B">
                <wp:simplePos x="0" y="0"/>
                <wp:positionH relativeFrom="column">
                  <wp:posOffset>500380</wp:posOffset>
                </wp:positionH>
                <wp:positionV relativeFrom="paragraph">
                  <wp:posOffset>1468755</wp:posOffset>
                </wp:positionV>
                <wp:extent cx="1466850" cy="129540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295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style="position:absolute;margin-left:39.4pt;margin-top:115.65pt;width:115.5pt;height:10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" filled="f" strokecolor="black [3200]" strokeweight="2pt"/>
            </w:pict>
          </mc:Fallback>
        </mc:AlternateContent>
      </w:r>
      <w:r w:rsidRPr="003574D0">
        <w:rPr>
          <w:rFonts w:cs="Arial"/>
          <w:color w:val="FF0000"/>
          <w:sz w:val="210"/>
          <w:szCs w:val="210"/>
          <w:rtl/>
        </w:rPr>
        <w:t>٦</w:t>
      </w:r>
      <w:r w:rsidRPr="00834C82">
        <w:rPr>
          <w:rFonts w:cs="Arial"/>
          <w:sz w:val="210"/>
          <w:szCs w:val="210"/>
          <w:rtl/>
        </w:rPr>
        <w:tab/>
      </w:r>
      <w:r w:rsidRPr="00834C82">
        <w:rPr>
          <w:rFonts w:cs="Arial"/>
          <w:sz w:val="210"/>
          <w:szCs w:val="210"/>
          <w:rtl/>
        </w:rPr>
        <w:tab/>
      </w:r>
      <w:r w:rsidRPr="00834C82">
        <w:rPr>
          <w:rFonts w:cs="Arial"/>
          <w:sz w:val="210"/>
          <w:szCs w:val="210"/>
          <w:rtl/>
        </w:rPr>
        <w:tab/>
      </w:r>
      <w:r w:rsidRPr="00834C82">
        <w:rPr>
          <w:rFonts w:cs="Arial"/>
          <w:sz w:val="210"/>
          <w:szCs w:val="210"/>
          <w:rtl/>
        </w:rPr>
        <w:tab/>
      </w:r>
      <w:r w:rsidRPr="003574D0">
        <w:rPr>
          <w:rFonts w:cs="Arial"/>
          <w:color w:val="FF0000"/>
          <w:sz w:val="210"/>
          <w:szCs w:val="210"/>
          <w:rtl/>
        </w:rPr>
        <w:t>٢</w:t>
      </w:r>
    </w:p>
    <w:p w:rsidR="00F36260" w:rsidRPr="003574D0" w:rsidRDefault="00834C82" w:rsidP="00834C82">
      <w:pPr>
        <w:ind w:left="708" w:firstLine="708"/>
        <w:rPr>
          <w:color w:val="FF0000"/>
          <w:sz w:val="210"/>
          <w:szCs w:val="210"/>
        </w:rPr>
      </w:pPr>
      <w:r w:rsidRPr="003574D0">
        <w:rPr>
          <w:rFonts w:cs="Arial"/>
          <w:color w:val="FF0000"/>
          <w:sz w:val="210"/>
          <w:szCs w:val="210"/>
          <w:rtl/>
        </w:rPr>
        <w:t>١</w:t>
      </w:r>
    </w:p>
    <w:sectPr w:rsidR="00F36260" w:rsidRPr="003574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C82"/>
    <w:rsid w:val="0013656C"/>
    <w:rsid w:val="003574D0"/>
    <w:rsid w:val="0038516C"/>
    <w:rsid w:val="006B3802"/>
    <w:rsid w:val="00834C82"/>
    <w:rsid w:val="00B65436"/>
    <w:rsid w:val="00BF49C4"/>
    <w:rsid w:val="00C90A44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9BF68-5C20-496E-9989-F0747DF52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A9B87348.dotm</Template>
  <TotalTime>7</TotalTime>
  <Pages>1</Pages>
  <Words>13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Safarov Tim (DCS)</cp:lastModifiedBy>
  <cp:revision>2</cp:revision>
  <dcterms:created xsi:type="dcterms:W3CDTF">2019-07-15T10:19:00Z</dcterms:created>
  <dcterms:modified xsi:type="dcterms:W3CDTF">2019-07-15T10:35:00Z</dcterms:modified>
</cp:coreProperties>
</file>